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366F05A4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1F3154">
        <w:rPr>
          <w:rFonts w:ascii="Corbel" w:hAnsi="Corbel"/>
          <w:i/>
          <w:smallCaps/>
          <w:sz w:val="24"/>
          <w:szCs w:val="24"/>
        </w:rPr>
        <w:t>2021–2023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F3154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  <w:bookmarkStart w:name="_GoBack" w:id="0"/>
      <w:bookmarkEnd w:id="0"/>
    </w:p>
    <w:p xmlns:wp14="http://schemas.microsoft.com/office/word/2010/wordml" w:rsidRPr="00EA4832" w:rsidR="00445970" w:rsidP="00EA4832" w:rsidRDefault="00445970" w14:paraId="726E3F30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F3154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1F3154">
        <w:rPr>
          <w:rFonts w:ascii="Corbel" w:hAnsi="Corbel"/>
          <w:sz w:val="20"/>
          <w:szCs w:val="20"/>
        </w:rPr>
        <w:t>2021/2022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9C54AE" w:rsidR="00B0709A" w:rsidTr="7316E310" w14:paraId="344C76EA" wp14:textId="77777777">
        <w:tc>
          <w:tcPr>
            <w:tcW w:w="2694" w:type="dxa"/>
            <w:tcMar/>
            <w:vAlign w:val="center"/>
          </w:tcPr>
          <w:p w:rsidRPr="009C54AE" w:rsidR="00B0709A" w:rsidP="00B0709A" w:rsidRDefault="00B0709A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1F3154" w:rsidR="00B0709A" w:rsidP="00B0709A" w:rsidRDefault="00B0709A" w14:paraId="3D30F5E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F3154">
              <w:rPr>
                <w:rFonts w:ascii="Corbel" w:hAnsi="Corbel"/>
                <w:sz w:val="24"/>
                <w:szCs w:val="24"/>
              </w:rPr>
              <w:t xml:space="preserve">Mediacje i negocjacje w pomocy społecznej </w:t>
            </w:r>
          </w:p>
        </w:tc>
      </w:tr>
      <w:tr xmlns:wp14="http://schemas.microsoft.com/office/word/2010/wordml" w:rsidRPr="009C54AE" w:rsidR="00B0709A" w:rsidTr="7316E310" w14:paraId="62747BE4" wp14:textId="77777777">
        <w:tc>
          <w:tcPr>
            <w:tcW w:w="2694" w:type="dxa"/>
            <w:tcMar/>
            <w:vAlign w:val="center"/>
          </w:tcPr>
          <w:p w:rsidRPr="009C54AE" w:rsidR="00B0709A" w:rsidP="00B0709A" w:rsidRDefault="00B0709A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069"/>
            </w:tblGrid>
            <w:tr w:rsidRPr="00B0709A" w:rsidR="00B0709A" w:rsidTr="00AF2E19" w14:paraId="5FA020C2" wp14:textId="77777777">
              <w:trPr>
                <w:trHeight w:val="103"/>
              </w:trPr>
              <w:tc>
                <w:tcPr>
                  <w:tcW w:w="2069" w:type="dxa"/>
                </w:tcPr>
                <w:p w:rsidRPr="00B0709A" w:rsidR="00B0709A" w:rsidP="00B0709A" w:rsidRDefault="00B0709A" w14:paraId="12DC0713" wp14:textId="777777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709A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P2S[</w:t>
                  </w:r>
                  <w:r w:rsidR="007C6793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2</w:t>
                  </w:r>
                  <w:r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]</w:t>
                  </w:r>
                  <w:r w:rsidR="007C6793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0</w:t>
                  </w:r>
                  <w:r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_</w:t>
                  </w:r>
                  <w:r w:rsidR="007C6793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0</w:t>
                  </w:r>
                  <w:r w:rsidRPr="00B0709A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6</w:t>
                  </w:r>
                </w:p>
              </w:tc>
            </w:tr>
          </w:tbl>
          <w:p w:rsidRPr="009C54AE" w:rsidR="00B0709A" w:rsidP="00B0709A" w:rsidRDefault="00B0709A" w14:paraId="0A37501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xmlns:wp14="http://schemas.microsoft.com/office/word/2010/wordml" w:rsidRPr="009C54AE" w:rsidR="00B0709A" w:rsidTr="7316E310" w14:paraId="5C0172EC" wp14:textId="77777777">
        <w:tc>
          <w:tcPr>
            <w:tcW w:w="2694" w:type="dxa"/>
            <w:tcMar/>
            <w:vAlign w:val="center"/>
          </w:tcPr>
          <w:p w:rsidRPr="009C54AE" w:rsidR="00B0709A" w:rsidP="00B0709A" w:rsidRDefault="00B0709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B0709A" w:rsidP="00B0709A" w:rsidRDefault="007C6793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B0709A" w:rsidTr="7316E310" w14:paraId="0AEA36E1" wp14:textId="77777777">
        <w:tc>
          <w:tcPr>
            <w:tcW w:w="2694" w:type="dxa"/>
            <w:tcMar/>
            <w:vAlign w:val="center"/>
          </w:tcPr>
          <w:p w:rsidRPr="009C54AE" w:rsidR="00B0709A" w:rsidP="00B0709A" w:rsidRDefault="00B0709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B0709A" w:rsidP="00B0709A" w:rsidRDefault="007C6793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B0709A" w:rsidTr="7316E310" w14:paraId="422C9A63" wp14:textId="77777777">
        <w:tc>
          <w:tcPr>
            <w:tcW w:w="2694" w:type="dxa"/>
            <w:tcMar/>
            <w:vAlign w:val="center"/>
          </w:tcPr>
          <w:p w:rsidRPr="009C54AE" w:rsidR="00B0709A" w:rsidP="00B0709A" w:rsidRDefault="00B0709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B0709A" w:rsidP="00B0709A" w:rsidRDefault="00C6600E" w14:paraId="38B7CA5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xmlns:wp14="http://schemas.microsoft.com/office/word/2010/wordml" w:rsidRPr="009C54AE" w:rsidR="00B0709A" w:rsidTr="7316E310" w14:paraId="393D1AE1" wp14:textId="77777777">
        <w:tc>
          <w:tcPr>
            <w:tcW w:w="2694" w:type="dxa"/>
            <w:tcMar/>
            <w:vAlign w:val="center"/>
          </w:tcPr>
          <w:p w:rsidRPr="009C54AE" w:rsidR="00B0709A" w:rsidP="00B0709A" w:rsidRDefault="00B0709A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B0709A" w:rsidP="00B0709A" w:rsidRDefault="00B0709A" w14:paraId="4FD62BC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xmlns:wp14="http://schemas.microsoft.com/office/word/2010/wordml" w:rsidRPr="009C54AE" w:rsidR="00B0709A" w:rsidTr="7316E310" w14:paraId="020B26A7" wp14:textId="77777777">
        <w:tc>
          <w:tcPr>
            <w:tcW w:w="2694" w:type="dxa"/>
            <w:tcMar/>
            <w:vAlign w:val="center"/>
          </w:tcPr>
          <w:p w:rsidRPr="009C54AE" w:rsidR="00B0709A" w:rsidP="00B0709A" w:rsidRDefault="00B0709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B0709A" w:rsidP="00B0709A" w:rsidRDefault="00C6600E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xmlns:wp14="http://schemas.microsoft.com/office/word/2010/wordml" w:rsidRPr="009C54AE" w:rsidR="00B0709A" w:rsidTr="7316E310" w14:paraId="5B469018" wp14:textId="77777777">
        <w:tc>
          <w:tcPr>
            <w:tcW w:w="2694" w:type="dxa"/>
            <w:tcMar/>
            <w:vAlign w:val="center"/>
          </w:tcPr>
          <w:p w:rsidRPr="009C54AE" w:rsidR="00B0709A" w:rsidP="00B0709A" w:rsidRDefault="00B0709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B0709A" w:rsidP="00B0709A" w:rsidRDefault="00C6600E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xmlns:wp14="http://schemas.microsoft.com/office/word/2010/wordml" w:rsidRPr="009C54AE" w:rsidR="00B0709A" w:rsidTr="7316E310" w14:paraId="6C23812B" wp14:textId="77777777">
        <w:tc>
          <w:tcPr>
            <w:tcW w:w="2694" w:type="dxa"/>
            <w:tcMar/>
            <w:vAlign w:val="center"/>
          </w:tcPr>
          <w:p w:rsidRPr="009C54AE" w:rsidR="00B0709A" w:rsidP="00B0709A" w:rsidRDefault="00B0709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B0709A" w:rsidP="00B0709A" w:rsidRDefault="00C6600E" w14:paraId="433B971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DF5D51">
              <w:rPr>
                <w:rFonts w:ascii="Corbel" w:hAnsi="Corbel"/>
                <w:b w:val="0"/>
                <w:sz w:val="24"/>
                <w:szCs w:val="24"/>
              </w:rPr>
              <w:t xml:space="preserve">ok 1, 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DF5D51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xmlns:wp14="http://schemas.microsoft.com/office/word/2010/wordml" w:rsidRPr="009C54AE" w:rsidR="00B0709A" w:rsidTr="7316E310" w14:paraId="4D6BEF29" wp14:textId="77777777">
        <w:tc>
          <w:tcPr>
            <w:tcW w:w="2694" w:type="dxa"/>
            <w:tcMar/>
            <w:vAlign w:val="center"/>
          </w:tcPr>
          <w:p w:rsidRPr="009C54AE" w:rsidR="00B0709A" w:rsidP="00B0709A" w:rsidRDefault="00B0709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B0709A" w:rsidP="00B0709A" w:rsidRDefault="00C6600E" w14:paraId="4B6A167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C6793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xmlns:wp14="http://schemas.microsoft.com/office/word/2010/wordml" w:rsidRPr="009C54AE" w:rsidR="00B0709A" w:rsidTr="7316E310" w14:paraId="5B32FFDA" wp14:textId="77777777">
        <w:tc>
          <w:tcPr>
            <w:tcW w:w="2694" w:type="dxa"/>
            <w:tcMar/>
            <w:vAlign w:val="center"/>
          </w:tcPr>
          <w:p w:rsidRPr="009C54AE" w:rsidR="00B0709A" w:rsidP="00B0709A" w:rsidRDefault="00B0709A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B0709A" w:rsidP="00C6600E" w:rsidRDefault="00C6600E" w14:paraId="3C1C1AE5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C6793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7C6793"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xmlns:wp14="http://schemas.microsoft.com/office/word/2010/wordml" w:rsidRPr="009C54AE" w:rsidR="00B0709A" w:rsidTr="7316E310" w14:paraId="3C10265F" wp14:textId="77777777">
        <w:tc>
          <w:tcPr>
            <w:tcW w:w="2694" w:type="dxa"/>
            <w:tcMar/>
            <w:vAlign w:val="center"/>
          </w:tcPr>
          <w:p w:rsidRPr="009C54AE" w:rsidR="00B0709A" w:rsidP="00B0709A" w:rsidRDefault="00B0709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B0709A" w:rsidP="7316E310" w:rsidRDefault="007C6793" w14:paraId="612F9557" wp14:textId="72A988C6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7316E310" w:rsidR="154B0E6A">
              <w:rPr>
                <w:rFonts w:ascii="Corbel" w:hAnsi="Corbel"/>
                <w:b w:val="0"/>
                <w:bCs w:val="0"/>
                <w:sz w:val="24"/>
                <w:szCs w:val="24"/>
              </w:rPr>
              <w:t>Krzysztof Jamroży</w:t>
            </w:r>
          </w:p>
        </w:tc>
      </w:tr>
      <w:tr xmlns:wp14="http://schemas.microsoft.com/office/word/2010/wordml" w:rsidRPr="009C54AE" w:rsidR="00B0709A" w:rsidTr="7316E310" w14:paraId="465371E2" wp14:textId="77777777">
        <w:tc>
          <w:tcPr>
            <w:tcW w:w="2694" w:type="dxa"/>
            <w:tcMar/>
            <w:vAlign w:val="center"/>
          </w:tcPr>
          <w:p w:rsidRPr="009C54AE" w:rsidR="00B0709A" w:rsidP="00B0709A" w:rsidRDefault="00B0709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B0709A" w:rsidP="234CE68A" w:rsidRDefault="007C6793" w14:paraId="458C6E9C" wp14:textId="1018333A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234CE68A" w:rsidR="0628C7E1">
              <w:rPr>
                <w:rFonts w:ascii="Corbel" w:hAnsi="Corbel"/>
                <w:b w:val="0"/>
                <w:bCs w:val="0"/>
                <w:sz w:val="24"/>
                <w:szCs w:val="24"/>
              </w:rPr>
              <w:t>Dorota Rynkowska</w:t>
            </w:r>
          </w:p>
        </w:tc>
      </w:tr>
    </w:tbl>
    <w:p xmlns:wp14="http://schemas.microsoft.com/office/word/2010/wordml" w:rsidRPr="009C54AE" w:rsidR="00923D7D" w:rsidP="007C6793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001F3154" w14:paraId="4A00F406" wp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015B8F" w:rsidP="001F3154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1F3154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F3154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F3154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F3154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F3154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1F3154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F3154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F3154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F3154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F3154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7C6793" w:rsidTr="001F3154" w14:paraId="0DE78EF8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C6793" w:rsidP="001F3154" w:rsidRDefault="007C6793" w14:paraId="7F83DA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C6793" w:rsidP="001F3154" w:rsidRDefault="007C6793" w14:paraId="6A09E912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C6793" w:rsidP="001F3154" w:rsidRDefault="007C6793" w14:paraId="5007C90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C6793" w:rsidP="001F3154" w:rsidRDefault="007C6793" w14:paraId="33E67AC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C6793" w:rsidP="001F3154" w:rsidRDefault="007C6793" w14:paraId="1BBD13F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C6793" w:rsidP="001F3154" w:rsidRDefault="007C6793" w14:paraId="0BE1480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C6793" w:rsidP="001F3154" w:rsidRDefault="007C6793" w14:paraId="09FA2A7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C6793" w:rsidP="001F3154" w:rsidRDefault="007C6793" w14:paraId="237AFA4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C6793" w:rsidP="001F3154" w:rsidRDefault="007C6793" w14:paraId="3AD8BB8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C6793" w:rsidP="001F3154" w:rsidRDefault="007C6793" w14:paraId="5FCD5EC4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923D7D" w:rsidP="009C54AE" w:rsidRDefault="00923D7D" w14:paraId="02EB378F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C6600E" w:rsidRDefault="00C6600E" w14:paraId="7B021301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Pr="00C6600E">
        <w:rPr>
          <w:rFonts w:ascii="MS Gothic" w:hAnsi="MS Gothic" w:eastAsia="MS Gothic"/>
          <w:b w:val="0"/>
          <w:smallCaps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6A05A80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7C2A5C63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F03701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3E376B" w:rsidP="003E376B" w:rsidRDefault="003E376B" w14:paraId="5A39BBE3" wp14:textId="77777777">
      <w:pPr>
        <w:pStyle w:val="Punktygwne"/>
        <w:spacing w:before="0" w:after="0"/>
        <w:ind w:firstLine="284"/>
        <w:rPr>
          <w:rFonts w:ascii="Corbel" w:hAnsi="Corbel"/>
          <w:sz w:val="22"/>
          <w:szCs w:val="24"/>
        </w:rPr>
      </w:pPr>
    </w:p>
    <w:p xmlns:wp14="http://schemas.microsoft.com/office/word/2010/wordml" w:rsidRPr="00C6600E" w:rsidR="009C54AE" w:rsidP="003E376B" w:rsidRDefault="003E376B" w14:paraId="55D48E7E" wp14:textId="77777777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C6600E">
        <w:rPr>
          <w:rFonts w:ascii="Corbel" w:hAnsi="Corbel"/>
          <w:b w:val="0"/>
          <w:sz w:val="22"/>
          <w:szCs w:val="24"/>
        </w:rPr>
        <w:t>zaliczenie z oceną</w:t>
      </w:r>
    </w:p>
    <w:p xmlns:wp14="http://schemas.microsoft.com/office/word/2010/wordml" w:rsidR="00E960BB" w:rsidP="009C54AE" w:rsidRDefault="00E960BB" w14:paraId="41C8F39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9C54AE" w:rsidR="001F3154" w:rsidP="009C54AE" w:rsidRDefault="001F3154" w14:paraId="72A3D3EC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745302" w14:paraId="04FC45B5" wp14:textId="77777777">
        <w:tc>
          <w:tcPr>
            <w:tcW w:w="9670" w:type="dxa"/>
          </w:tcPr>
          <w:p w:rsidRPr="009C54AE" w:rsidR="0085747A" w:rsidP="00C6600E" w:rsidRDefault="003E376B" w14:paraId="1BDAADA6" wp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związanej z </w:t>
            </w:r>
            <w:r w:rsidR="00C660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rzecznictwem z zakresu przedmiotu </w:t>
            </w:r>
            <w:r w:rsidR="00C660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socjalna i jej nowe kierunki</w:t>
            </w:r>
            <w:r w:rsidR="00C660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</w:p>
        </w:tc>
      </w:tr>
    </w:tbl>
    <w:p xmlns:wp14="http://schemas.microsoft.com/office/word/2010/wordml" w:rsidR="00153C41" w:rsidP="009C54AE" w:rsidRDefault="00153C41" w14:paraId="0D0B940D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1F3154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9C54AE" w:rsidR="0071620A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0E27B00A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60061E4C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45"/>
        <w:gridCol w:w="8675"/>
      </w:tblGrid>
      <w:tr xmlns:wp14="http://schemas.microsoft.com/office/word/2010/wordml" w:rsidRPr="009C54AE" w:rsidR="003E376B" w:rsidTr="003E376B" w14:paraId="033A40CA" wp14:textId="77777777">
        <w:tc>
          <w:tcPr>
            <w:tcW w:w="845" w:type="dxa"/>
            <w:vAlign w:val="center"/>
          </w:tcPr>
          <w:p w:rsidRPr="009C54AE" w:rsidR="003E376B" w:rsidP="003E376B" w:rsidRDefault="003E376B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3E376B" w:rsidR="003E376B" w:rsidP="003E376B" w:rsidRDefault="003E376B" w14:paraId="5953135D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iCs/>
                <w:sz w:val="24"/>
                <w:szCs w:val="24"/>
              </w:rPr>
              <w:t>Z</w:t>
            </w: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apoznanie studentów z podstawowymi zag</w:t>
            </w:r>
            <w:r w:rsidR="00C6600E">
              <w:rPr>
                <w:rFonts w:ascii="Corbel" w:hAnsi="Corbel"/>
                <w:b w:val="0"/>
                <w:iCs/>
                <w:sz w:val="24"/>
                <w:szCs w:val="24"/>
              </w:rPr>
              <w:t>adnieniami z zakresu mediacji i </w:t>
            </w: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negocjacji oraz wykorzystaniem tych technik w obszarze działań pracy socjalnej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3E376B" w:rsidTr="003E376B" w14:paraId="6F266435" wp14:textId="77777777">
        <w:tc>
          <w:tcPr>
            <w:tcW w:w="845" w:type="dxa"/>
            <w:vAlign w:val="center"/>
          </w:tcPr>
          <w:p w:rsidRPr="009C54AE" w:rsidR="003E376B" w:rsidP="003E376B" w:rsidRDefault="003E376B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3E376B" w:rsidR="003E376B" w:rsidP="003E376B" w:rsidRDefault="00C6600E" w14:paraId="00CB0488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iCs/>
                <w:sz w:val="24"/>
                <w:szCs w:val="24"/>
              </w:rPr>
              <w:t>Nabycie</w:t>
            </w:r>
            <w:r w:rsidRPr="003E376B" w:rsidR="003E376B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przez studentów umiejętności w zakresie s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tandardów usług socjalnych, w </w:t>
            </w:r>
            <w:r w:rsidRPr="003E376B" w:rsidR="003E376B">
              <w:rPr>
                <w:rFonts w:ascii="Corbel" w:hAnsi="Corbel"/>
                <w:b w:val="0"/>
                <w:iCs/>
                <w:sz w:val="24"/>
                <w:szCs w:val="24"/>
              </w:rPr>
              <w:t>tym standardów technik negocjacyjnych i mediacyjnych</w:t>
            </w:r>
            <w:r w:rsidR="003E376B"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3E376B" w:rsidTr="003E376B" w14:paraId="694BCFAE" wp14:textId="77777777">
        <w:tc>
          <w:tcPr>
            <w:tcW w:w="845" w:type="dxa"/>
            <w:vAlign w:val="center"/>
          </w:tcPr>
          <w:p w:rsidRPr="009C54AE" w:rsidR="003E376B" w:rsidP="003E376B" w:rsidRDefault="003E376B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Pr="003E376B" w:rsidR="003E376B" w:rsidP="003E376B" w:rsidRDefault="003E376B" w14:paraId="29A19B34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Uzyskania przez studentów umiejętności wykor</w:t>
            </w:r>
            <w:r w:rsidR="00C6600E">
              <w:rPr>
                <w:rFonts w:ascii="Corbel" w:hAnsi="Corbel"/>
                <w:b w:val="0"/>
                <w:iCs/>
                <w:sz w:val="24"/>
                <w:szCs w:val="24"/>
              </w:rPr>
              <w:t>zystywania wiedzy wynikającej z </w:t>
            </w: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diagnozowania procesów i zjawisk społecznych w praktyce pracy socjalnej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9C54AE" w:rsidR="0085747A" w:rsidP="009C54AE" w:rsidRDefault="0085747A" w14:paraId="44EAFD9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4B94D5A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701"/>
        <w:gridCol w:w="6096"/>
        <w:gridCol w:w="1873"/>
      </w:tblGrid>
      <w:tr xmlns:wp14="http://schemas.microsoft.com/office/word/2010/wordml" w:rsidRPr="009C54AE" w:rsidR="0085747A" w:rsidTr="0071620A" w14:paraId="2DFED260" wp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C6600E" w14:paraId="4527C5E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85747A" w:rsidTr="005E6E85" w14:paraId="6D60A2C3" wp14:textId="77777777">
        <w:tc>
          <w:tcPr>
            <w:tcW w:w="1701" w:type="dxa"/>
          </w:tcPr>
          <w:p w:rsidRPr="009C54AE" w:rsidR="0085747A" w:rsidP="009C54AE" w:rsidRDefault="00C6600E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85747A" w:rsidP="00CE188A" w:rsidRDefault="003B0BF1" w14:paraId="08E601A5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zna prawidłowości i zaburzenia więzi społecznych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w szczególności ich dysfunkcje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dzięki czemu jest w stanie w sposób właściwy prowadzić mediacje i negocjacje w ramach pracy socjalnej.</w:t>
            </w:r>
          </w:p>
        </w:tc>
        <w:tc>
          <w:tcPr>
            <w:tcW w:w="1873" w:type="dxa"/>
          </w:tcPr>
          <w:p w:rsidRPr="009C54AE" w:rsidR="0085747A" w:rsidP="009C54AE" w:rsidRDefault="003B0BF1" w14:paraId="2C5B2A4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A7A4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xmlns:wp14="http://schemas.microsoft.com/office/word/2010/wordml" w:rsidRPr="009C54AE" w:rsidR="0085747A" w:rsidTr="005E6E85" w14:paraId="3F29F29E" wp14:textId="77777777">
        <w:tc>
          <w:tcPr>
            <w:tcW w:w="1701" w:type="dxa"/>
          </w:tcPr>
          <w:p w:rsidRPr="009C54AE" w:rsidR="0085747A" w:rsidP="009C54AE" w:rsidRDefault="0085747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CE188A" w:rsidRDefault="003B0BF1" w14:paraId="3FF73078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posiada umiej</w:t>
            </w:r>
            <w:r w:rsidR="00C6600E">
              <w:rPr>
                <w:rFonts w:ascii="Corbel" w:hAnsi="Corbel"/>
                <w:b w:val="0"/>
                <w:smallCaps w:val="0"/>
                <w:szCs w:val="24"/>
              </w:rPr>
              <w:t>ętność krytycznego analizowania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przyczyn i przebiegu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konfliktów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ważnych dla wykonywania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zastosowaniem mediacji i negocjacji. Student zna również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i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(kulturow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polityczn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prawn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ekonomiczn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, które prowadzą do sporów i wymagają działań mediacyjnych lub negocjacyjnych.</w:t>
            </w:r>
          </w:p>
        </w:tc>
        <w:tc>
          <w:tcPr>
            <w:tcW w:w="1873" w:type="dxa"/>
          </w:tcPr>
          <w:p w:rsidRPr="009C54AE" w:rsidR="0085747A" w:rsidP="009C54AE" w:rsidRDefault="003B0BF1" w14:paraId="2A4E307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xmlns:wp14="http://schemas.microsoft.com/office/word/2010/wordml" w:rsidRPr="009C54AE" w:rsidR="0085747A" w:rsidTr="005E6E85" w14:paraId="4EE3B1FC" wp14:textId="77777777">
        <w:tc>
          <w:tcPr>
            <w:tcW w:w="1701" w:type="dxa"/>
          </w:tcPr>
          <w:p w:rsidRPr="009C54AE" w:rsidR="0085747A" w:rsidP="009C54AE" w:rsidRDefault="0085747A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85747A" w:rsidP="00CE188A" w:rsidRDefault="00CE188A" w14:paraId="3BB3D9BF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potrafi tworzyć międzygrupowe sieci współpracy i komuni</w:t>
            </w:r>
            <w:r w:rsidR="00C6600E">
              <w:rPr>
                <w:rFonts w:ascii="Corbel" w:hAnsi="Corbel"/>
                <w:b w:val="0"/>
                <w:smallCaps w:val="0"/>
                <w:szCs w:val="24"/>
              </w:rPr>
              <w:t xml:space="preserve">kować się na poziomie </w:t>
            </w:r>
            <w:proofErr w:type="spellStart"/>
            <w:r w:rsidR="00C6600E">
              <w:rPr>
                <w:rFonts w:ascii="Corbel" w:hAnsi="Corbel"/>
                <w:b w:val="0"/>
                <w:smallCaps w:val="0"/>
                <w:szCs w:val="24"/>
              </w:rPr>
              <w:t>mikro-mez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proofErr w:type="spellEnd"/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i makro otoczenia, wykorzystując różne kanały informacyjne, uwzględniając poglądy i opinie współpracowników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a także klientów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którzy ze względu na swoją specyficzną sytuację </w:t>
            </w:r>
            <w:r w:rsidR="00C6600E">
              <w:rPr>
                <w:rFonts w:ascii="Corbel" w:hAnsi="Corbel"/>
                <w:b w:val="0"/>
                <w:smallCaps w:val="0"/>
                <w:szCs w:val="24"/>
              </w:rPr>
              <w:t>życiową potrzebują skorzystać z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mediacji lub negocjacji w ramach instytucji pomocy społecznej.</w:t>
            </w:r>
          </w:p>
        </w:tc>
        <w:tc>
          <w:tcPr>
            <w:tcW w:w="1873" w:type="dxa"/>
          </w:tcPr>
          <w:p w:rsidRPr="009C54AE" w:rsidR="0085747A" w:rsidP="009C54AE" w:rsidRDefault="00CE188A" w14:paraId="621F473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  <w:tr xmlns:wp14="http://schemas.microsoft.com/office/word/2010/wordml" w:rsidRPr="009C54AE" w:rsidR="00CE188A" w:rsidTr="005E6E85" w14:paraId="5F2E56A5" wp14:textId="77777777">
        <w:tc>
          <w:tcPr>
            <w:tcW w:w="1701" w:type="dxa"/>
          </w:tcPr>
          <w:p w:rsidRPr="009C54AE" w:rsidR="00CE188A" w:rsidP="009C54AE" w:rsidRDefault="00CE188A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E188A" w:rsidP="00CE188A" w:rsidRDefault="00CE188A" w14:paraId="143D946E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posiada umie</w:t>
            </w:r>
            <w:r w:rsidR="00C6600E">
              <w:rPr>
                <w:rFonts w:ascii="Corbel" w:hAnsi="Corbel"/>
                <w:b w:val="0"/>
                <w:smallCaps w:val="0"/>
                <w:szCs w:val="24"/>
              </w:rPr>
              <w:t>jętność adaptacji i działania w 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sytuacjach trudnych oraz negocjowania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bądź mediowania w sprawie określonych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ytuacji w codziennej praktyce zawodowej,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rozpoznając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 tym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własne ograniczenia w pracy z innymi z uwzględnieniem opinii ekspertów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(negocjatorów i mediatorów).</w:t>
            </w:r>
          </w:p>
        </w:tc>
        <w:tc>
          <w:tcPr>
            <w:tcW w:w="1873" w:type="dxa"/>
          </w:tcPr>
          <w:p w:rsidR="00CE188A" w:rsidP="009C54AE" w:rsidRDefault="00CE188A" w14:paraId="68901D4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xmlns:wp14="http://schemas.microsoft.com/office/word/2010/wordml" w:rsidRPr="009C54AE" w:rsidR="0085747A" w:rsidP="009C54AE" w:rsidRDefault="0085747A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65137098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  <w:r w:rsidR="001F3154">
        <w:rPr>
          <w:rFonts w:ascii="Corbel" w:hAnsi="Corbel"/>
          <w:sz w:val="24"/>
          <w:szCs w:val="24"/>
        </w:rPr>
        <w:t xml:space="preserve">- </w:t>
      </w:r>
      <w:r w:rsidRPr="001F3154" w:rsidR="001F3154">
        <w:rPr>
          <w:rFonts w:ascii="Corbel" w:hAnsi="Corbel"/>
          <w:sz w:val="24"/>
          <w:szCs w:val="24"/>
        </w:rPr>
        <w:t>Nie dotyczy</w:t>
      </w:r>
    </w:p>
    <w:p xmlns:wp14="http://schemas.microsoft.com/office/word/2010/wordml" w:rsidRPr="009C54AE" w:rsidR="00675843" w:rsidP="009C54AE" w:rsidRDefault="00675843" w14:paraId="3656B9AB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85747A" w:rsidTr="007271BD" w14:paraId="587EA2A8" wp14:textId="77777777">
        <w:tc>
          <w:tcPr>
            <w:tcW w:w="9520" w:type="dxa"/>
          </w:tcPr>
          <w:p w:rsidRPr="007271BD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271BD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Treści merytoryczne</w:t>
            </w:r>
          </w:p>
        </w:tc>
      </w:tr>
      <w:tr xmlns:wp14="http://schemas.microsoft.com/office/word/2010/wordml" w:rsidRPr="009C54AE" w:rsidR="0085747A" w:rsidTr="007271BD" w14:paraId="45FB0818" wp14:textId="77777777">
        <w:tc>
          <w:tcPr>
            <w:tcW w:w="9520" w:type="dxa"/>
          </w:tcPr>
          <w:p w:rsidRPr="009C54AE" w:rsidR="0085747A" w:rsidP="009C54AE" w:rsidRDefault="0085747A" w14:paraId="049F31CB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C6600E" w:rsidTr="007271BD" w14:paraId="53128261" wp14:textId="77777777">
        <w:tc>
          <w:tcPr>
            <w:tcW w:w="9520" w:type="dxa"/>
          </w:tcPr>
          <w:p w:rsidRPr="009C54AE" w:rsidR="00C6600E" w:rsidP="009C54AE" w:rsidRDefault="00C6600E" w14:paraId="62486C05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C6600E" w:rsidTr="007271BD" w14:paraId="4101652C" wp14:textId="77777777">
        <w:tc>
          <w:tcPr>
            <w:tcW w:w="9520" w:type="dxa"/>
          </w:tcPr>
          <w:p w:rsidRPr="009C54AE" w:rsidR="00C6600E" w:rsidP="009C54AE" w:rsidRDefault="00C6600E" w14:paraId="4B99056E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1299C43A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4DDBEF00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85747A" w:rsidTr="007271BD" w14:paraId="55225495" wp14:textId="77777777">
        <w:tc>
          <w:tcPr>
            <w:tcW w:w="9520" w:type="dxa"/>
          </w:tcPr>
          <w:p w:rsidRPr="007271BD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271B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7271BD" w:rsidTr="007271BD" w14:paraId="45D2C474" wp14:textId="77777777">
        <w:tc>
          <w:tcPr>
            <w:tcW w:w="9520" w:type="dxa"/>
          </w:tcPr>
          <w:p w:rsidRPr="007271BD" w:rsidR="007271BD" w:rsidP="007271BD" w:rsidRDefault="007271BD" w14:paraId="4A5A3303" wp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7271BD">
              <w:rPr>
                <w:rFonts w:ascii="Corbel" w:hAnsi="Corbel"/>
                <w:sz w:val="24"/>
                <w:szCs w:val="24"/>
              </w:rPr>
              <w:t>Pojęcie mediacji i negocjacji.</w:t>
            </w:r>
          </w:p>
        </w:tc>
      </w:tr>
      <w:tr xmlns:wp14="http://schemas.microsoft.com/office/word/2010/wordml" w:rsidRPr="009C54AE" w:rsidR="007271BD" w:rsidTr="007271BD" w14:paraId="68EA2E36" wp14:textId="77777777">
        <w:tc>
          <w:tcPr>
            <w:tcW w:w="9520" w:type="dxa"/>
          </w:tcPr>
          <w:p w:rsidRPr="009C54AE" w:rsidR="007271BD" w:rsidP="007271BD" w:rsidRDefault="007271BD" w14:paraId="4EAC409E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mediacji i negocjacji na tle innych metod pracy z konfliktem.</w:t>
            </w:r>
          </w:p>
        </w:tc>
      </w:tr>
      <w:tr xmlns:wp14="http://schemas.microsoft.com/office/word/2010/wordml" w:rsidRPr="009C54AE" w:rsidR="007271BD" w:rsidTr="007271BD" w14:paraId="4C0E6049" wp14:textId="77777777">
        <w:tc>
          <w:tcPr>
            <w:tcW w:w="9520" w:type="dxa"/>
          </w:tcPr>
          <w:p w:rsidRPr="009C54AE" w:rsidR="007271BD" w:rsidP="007271BD" w:rsidRDefault="007271BD" w14:paraId="751D49D0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negocjacje-podstawowe fazy procesu.</w:t>
            </w:r>
          </w:p>
        </w:tc>
      </w:tr>
      <w:tr xmlns:wp14="http://schemas.microsoft.com/office/word/2010/wordml" w:rsidRPr="009C54AE" w:rsidR="007271BD" w:rsidTr="007271BD" w14:paraId="7CA92F41" wp14:textId="77777777">
        <w:tc>
          <w:tcPr>
            <w:tcW w:w="9520" w:type="dxa"/>
          </w:tcPr>
          <w:p w:rsidRPr="009C54AE" w:rsidR="007271BD" w:rsidP="007271BD" w:rsidRDefault="007271BD" w14:paraId="2F8B6D97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 z trudnym klientem w obszarze pracy socjalnej z uwzględnieniem formuły kontraktu socjalnego.</w:t>
            </w:r>
          </w:p>
        </w:tc>
      </w:tr>
      <w:tr xmlns:wp14="http://schemas.microsoft.com/office/word/2010/wordml" w:rsidRPr="009C54AE" w:rsidR="002A03C8" w:rsidTr="007271BD" w14:paraId="3F418FE9" wp14:textId="77777777">
        <w:tc>
          <w:tcPr>
            <w:tcW w:w="9520" w:type="dxa"/>
          </w:tcPr>
          <w:p w:rsidR="002A03C8" w:rsidP="007271BD" w:rsidRDefault="002A03C8" w14:paraId="71D63310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71BD">
              <w:rPr>
                <w:rFonts w:ascii="Corbel" w:hAnsi="Corbel"/>
                <w:sz w:val="24"/>
                <w:szCs w:val="24"/>
              </w:rPr>
              <w:t>Przykładowe sposoby wykorzystania technik mediacji i negocjacji w pracy socjalnej.</w:t>
            </w:r>
          </w:p>
        </w:tc>
      </w:tr>
      <w:tr xmlns:wp14="http://schemas.microsoft.com/office/word/2010/wordml" w:rsidRPr="009C54AE" w:rsidR="002A03C8" w:rsidTr="007271BD" w14:paraId="20B019C5" wp14:textId="77777777">
        <w:tc>
          <w:tcPr>
            <w:tcW w:w="9520" w:type="dxa"/>
          </w:tcPr>
          <w:p w:rsidRPr="007271BD" w:rsidR="002A03C8" w:rsidP="007271BD" w:rsidRDefault="002A03C8" w14:paraId="287AAC5B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 – ćwiczenia praktyczne w grupie.</w:t>
            </w:r>
          </w:p>
        </w:tc>
      </w:tr>
      <w:tr xmlns:wp14="http://schemas.microsoft.com/office/word/2010/wordml" w:rsidRPr="009C54AE" w:rsidR="007271BD" w:rsidTr="007271BD" w14:paraId="12429BF4" wp14:textId="77777777">
        <w:tc>
          <w:tcPr>
            <w:tcW w:w="9520" w:type="dxa"/>
          </w:tcPr>
          <w:p w:rsidR="007271BD" w:rsidP="007271BD" w:rsidRDefault="007271BD" w14:paraId="79933DA2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Podsumowanie przedmiotu, kolokwium zaliczeniowe.</w:t>
            </w:r>
          </w:p>
        </w:tc>
      </w:tr>
    </w:tbl>
    <w:p xmlns:wp14="http://schemas.microsoft.com/office/word/2010/wordml" w:rsidRPr="009C54AE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6600E" w:rsidR="00E960BB" w:rsidP="009C54AE" w:rsidRDefault="00E2224C" w14:paraId="461D1907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6600E">
        <w:rPr>
          <w:rFonts w:ascii="Corbel" w:hAnsi="Corbel"/>
          <w:b w:val="0"/>
          <w:i/>
          <w:smallCaps w:val="0"/>
          <w:szCs w:val="24"/>
        </w:rPr>
        <w:t xml:space="preserve">Wykład z prezentacją multimedialną, analiza tekstów z dyskusją, praca w grupach </w:t>
      </w:r>
      <w:r w:rsidRPr="00C6600E" w:rsidR="002A03C8">
        <w:rPr>
          <w:rFonts w:ascii="Corbel" w:hAnsi="Corbel"/>
          <w:b w:val="0"/>
          <w:i/>
          <w:smallCaps w:val="0"/>
          <w:szCs w:val="24"/>
        </w:rPr>
        <w:t>(ćwiczenia z zakresu mediacji i negocjacji).</w:t>
      </w:r>
    </w:p>
    <w:p xmlns:wp14="http://schemas.microsoft.com/office/word/2010/wordml" w:rsidR="00E960BB" w:rsidP="009C54AE" w:rsidRDefault="00E960BB" w14:paraId="0FB7827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0562CB0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00EF517F" w14:paraId="3CD72C34" wp14:textId="77777777">
        <w:tc>
          <w:tcPr>
            <w:tcW w:w="1962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85747A" w:rsidTr="00EF517F" w14:paraId="0FC4D350" wp14:textId="77777777">
        <w:tc>
          <w:tcPr>
            <w:tcW w:w="1962" w:type="dxa"/>
          </w:tcPr>
          <w:p w:rsidRPr="009C54AE" w:rsidR="0085747A" w:rsidP="009C54AE" w:rsidRDefault="00F03701" w14:paraId="5D972FA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 w:rsidR="0085747A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:rsidRPr="00EF517F" w:rsidR="0085747A" w:rsidP="009C54AE" w:rsidRDefault="00F03701" w14:paraId="1676751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Pr="00EF517F" w:rsidR="00EF517F">
              <w:rPr>
                <w:rFonts w:ascii="Corbel" w:hAnsi="Corbel"/>
                <w:b w:val="0"/>
                <w:szCs w:val="24"/>
              </w:rPr>
              <w:t>olokwium, obserwacja w trakcie zajęć</w:t>
            </w:r>
          </w:p>
        </w:tc>
        <w:tc>
          <w:tcPr>
            <w:tcW w:w="2117" w:type="dxa"/>
          </w:tcPr>
          <w:p w:rsidRPr="009C54AE" w:rsidR="0085747A" w:rsidP="009C54AE" w:rsidRDefault="00F03701" w14:paraId="2080B9A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xmlns:wp14="http://schemas.microsoft.com/office/word/2010/wordml" w:rsidRPr="009C54AE" w:rsidR="00EF517F" w:rsidTr="00EF517F" w14:paraId="1227366D" wp14:textId="77777777">
        <w:tc>
          <w:tcPr>
            <w:tcW w:w="1962" w:type="dxa"/>
          </w:tcPr>
          <w:p w:rsidRPr="009C54AE" w:rsidR="00EF517F" w:rsidP="00EF517F" w:rsidRDefault="00F03701" w14:paraId="0A53D0B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 w:rsidR="00EF517F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:rsidRPr="009C54AE" w:rsidR="00EF517F" w:rsidP="00EF517F" w:rsidRDefault="00F03701" w14:paraId="0B3B010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Pr="00EF517F" w:rsidR="00EF517F">
              <w:rPr>
                <w:rFonts w:ascii="Corbel" w:hAnsi="Corbel"/>
                <w:b w:val="0"/>
                <w:szCs w:val="24"/>
              </w:rPr>
              <w:t>olokwium</w:t>
            </w:r>
          </w:p>
        </w:tc>
        <w:tc>
          <w:tcPr>
            <w:tcW w:w="2117" w:type="dxa"/>
          </w:tcPr>
          <w:p w:rsidRPr="009C54AE" w:rsidR="00EF517F" w:rsidP="00EF517F" w:rsidRDefault="00F03701" w14:paraId="3BFE95F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xmlns:wp14="http://schemas.microsoft.com/office/word/2010/wordml" w:rsidRPr="009C54AE" w:rsidR="00EF517F" w:rsidTr="00EF517F" w14:paraId="650C43F4" wp14:textId="77777777">
        <w:tc>
          <w:tcPr>
            <w:tcW w:w="1962" w:type="dxa"/>
          </w:tcPr>
          <w:p w:rsidRPr="009C54AE" w:rsidR="00EF517F" w:rsidP="00EF517F" w:rsidRDefault="00EF517F" w14:paraId="1D652CB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9C54AE" w:rsidR="00EF517F" w:rsidP="00EF517F" w:rsidRDefault="00F03701" w14:paraId="55FEDE3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Pr="00EF517F" w:rsidR="00EF517F">
              <w:rPr>
                <w:rFonts w:ascii="Corbel" w:hAnsi="Corbel"/>
                <w:b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:rsidRPr="009C54AE" w:rsidR="00EF517F" w:rsidP="00EF517F" w:rsidRDefault="00F03701" w14:paraId="43C319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xmlns:wp14="http://schemas.microsoft.com/office/word/2010/wordml" w:rsidRPr="009C54AE" w:rsidR="00EF517F" w:rsidTr="00EF517F" w14:paraId="3D038A23" wp14:textId="77777777">
        <w:tc>
          <w:tcPr>
            <w:tcW w:w="1962" w:type="dxa"/>
          </w:tcPr>
          <w:p w:rsidRPr="009C54AE" w:rsidR="00EF517F" w:rsidP="00EF517F" w:rsidRDefault="00EF517F" w14:paraId="61ADB44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9C54AE" w:rsidR="00EF517F" w:rsidP="00EF517F" w:rsidRDefault="00F03701" w14:paraId="733320A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Pr="00EF517F" w:rsidR="00EF517F">
              <w:rPr>
                <w:rFonts w:ascii="Corbel" w:hAnsi="Corbel"/>
                <w:b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:rsidRPr="009C54AE" w:rsidR="00EF517F" w:rsidP="00EF517F" w:rsidRDefault="00F03701" w14:paraId="7B0B3CE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xmlns:wp14="http://schemas.microsoft.com/office/word/2010/wordml" w:rsidRPr="009C54AE" w:rsidR="00923D7D" w:rsidP="009C54AE" w:rsidRDefault="00923D7D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2EBF3C5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923D7D" w14:paraId="3C8BDB40" wp14:textId="77777777">
        <w:tc>
          <w:tcPr>
            <w:tcW w:w="9670" w:type="dxa"/>
          </w:tcPr>
          <w:p w:rsidR="003123E1" w:rsidP="003123E1" w:rsidRDefault="003123E1" w14:paraId="191C16BA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74AAA">
              <w:rPr>
                <w:rFonts w:ascii="Corbel" w:hAnsi="Corbel"/>
                <w:sz w:val="24"/>
                <w:szCs w:val="24"/>
              </w:rPr>
              <w:t xml:space="preserve">Kolokwium pisemne –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Pr="00E74AAA">
              <w:rPr>
                <w:rFonts w:ascii="Corbel" w:hAnsi="Corbel"/>
                <w:sz w:val="24"/>
                <w:szCs w:val="24"/>
              </w:rPr>
              <w:t>0% oceny finalnej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DF099D" w:rsidR="003123E1" w:rsidP="003123E1" w:rsidRDefault="003123E1" w14:paraId="5EE4E9D4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Dodatkowo punktowana jest również aktywność podczas zajęć (maksymalnie dodatkowych 10% do oceny końcowej</w:t>
            </w:r>
            <w:r>
              <w:rPr>
                <w:rFonts w:ascii="Corbel" w:hAnsi="Corbel"/>
                <w:sz w:val="24"/>
                <w:szCs w:val="24"/>
              </w:rPr>
              <w:t>, jednakże łączna ilość procent nie może przekraczać wyniku 100%</w:t>
            </w:r>
            <w:r w:rsidRPr="00DF099D">
              <w:rPr>
                <w:rFonts w:ascii="Corbel" w:hAnsi="Corbel"/>
                <w:sz w:val="24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:rsidRPr="00DF099D" w:rsidR="003123E1" w:rsidP="003123E1" w:rsidRDefault="003123E1" w14:paraId="4DB9F6DB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Pr="00DF099D" w:rsidR="003123E1" w:rsidP="003123E1" w:rsidRDefault="003123E1" w14:paraId="642E75E3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Pr="00DF099D" w:rsidR="003123E1" w:rsidP="003123E1" w:rsidRDefault="003123E1" w14:paraId="15D4E5FD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lastRenderedPageBreak/>
              <w:t>• 73% - 81% (4.0)</w:t>
            </w:r>
          </w:p>
          <w:p w:rsidRPr="00DF099D" w:rsidR="003123E1" w:rsidP="003123E1" w:rsidRDefault="003123E1" w14:paraId="243E0A53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Pr="00DF099D" w:rsidR="003123E1" w:rsidP="003123E1" w:rsidRDefault="003123E1" w14:paraId="141FAEA1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Pr="009C54AE" w:rsidR="0085747A" w:rsidP="009C54AE" w:rsidRDefault="003123E1" w14:paraId="192FD96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099D">
              <w:rPr>
                <w:rFonts w:ascii="Corbel" w:hAnsi="Corbel"/>
                <w:szCs w:val="24"/>
              </w:rPr>
              <w:t xml:space="preserve">• </w:t>
            </w:r>
            <w:r w:rsidRPr="00DF099D">
              <w:rPr>
                <w:rFonts w:ascii="Corbel" w:hAnsi="Corbel"/>
                <w:b w:val="0"/>
                <w:szCs w:val="24"/>
              </w:rPr>
              <w:t>poniżej 55% (2.0)</w:t>
            </w:r>
          </w:p>
        </w:tc>
      </w:tr>
    </w:tbl>
    <w:p xmlns:wp14="http://schemas.microsoft.com/office/word/2010/wordml" w:rsidRPr="009C54AE" w:rsidR="0085747A" w:rsidP="009C54AE" w:rsidRDefault="0085747A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62"/>
        <w:gridCol w:w="4677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33472E7B" wp14:textId="77777777">
        <w:tc>
          <w:tcPr>
            <w:tcW w:w="4962" w:type="dxa"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D24C5E" w:rsidRDefault="00D24C5E" w14:paraId="72A4FFC0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9C54AE" w:rsidR="00C61DC5" w:rsidTr="00923D7D" w14:paraId="409F0BAA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D24C5E" w:rsidRDefault="00D24C5E" w14:paraId="5D36975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9C54AE" w:rsidR="00C61DC5" w:rsidTr="00923D7D" w14:paraId="0840B725" wp14:textId="77777777">
        <w:tc>
          <w:tcPr>
            <w:tcW w:w="4962" w:type="dxa"/>
          </w:tcPr>
          <w:p w:rsidRPr="009C54AE" w:rsidR="00C61DC5" w:rsidP="009C54AE" w:rsidRDefault="00C61DC5" w14:paraId="2DF1B5B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24C5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D24C5E" w:rsidRDefault="00D24C5E" w14:paraId="43FBD11F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xmlns:wp14="http://schemas.microsoft.com/office/word/2010/wordml" w:rsidRPr="009C54AE" w:rsidR="0085747A" w:rsidTr="00923D7D" w14:paraId="2B55E3E1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D24C5E" w:rsidRDefault="00D24C5E" w14:paraId="58A771A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xmlns:wp14="http://schemas.microsoft.com/office/word/2010/wordml" w:rsidRPr="009C54AE" w:rsidR="0085747A" w:rsidTr="00923D7D" w14:paraId="42922784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D24C5E" w:rsidR="0085747A" w:rsidP="00D24C5E" w:rsidRDefault="00D24C5E" w14:paraId="0B77815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24C5E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110FFD37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9C54AE" w:rsidR="001F3154" w:rsidTr="0071620A" w14:paraId="0E8E8FC4" wp14:textId="77777777">
        <w:trPr>
          <w:trHeight w:val="397"/>
        </w:trPr>
        <w:tc>
          <w:tcPr>
            <w:tcW w:w="3544" w:type="dxa"/>
          </w:tcPr>
          <w:p w:rsidRPr="009C54AE" w:rsidR="001F3154" w:rsidP="001F3154" w:rsidRDefault="001F3154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F03701" w:rsidR="001F3154" w:rsidP="001F3154" w:rsidRDefault="001F3154" w14:paraId="5AA2FE90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3701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xmlns:wp14="http://schemas.microsoft.com/office/word/2010/wordml" w:rsidRPr="009C54AE" w:rsidR="001F3154" w:rsidTr="0071620A" w14:paraId="605F859D" wp14:textId="77777777">
        <w:trPr>
          <w:trHeight w:val="397"/>
        </w:trPr>
        <w:tc>
          <w:tcPr>
            <w:tcW w:w="3544" w:type="dxa"/>
          </w:tcPr>
          <w:p w:rsidRPr="009C54AE" w:rsidR="001F3154" w:rsidP="001F3154" w:rsidRDefault="001F3154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F03701" w:rsidR="001F3154" w:rsidP="001F3154" w:rsidRDefault="001F3154" w14:paraId="3752449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3701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xmlns:wp14="http://schemas.microsoft.com/office/word/2010/wordml" w:rsidRPr="009C54AE" w:rsidR="003E1941" w:rsidP="009C54AE" w:rsidRDefault="003E1941" w14:paraId="6B699379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3FE9F23F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7513"/>
      </w:tblGrid>
      <w:tr xmlns:wp14="http://schemas.microsoft.com/office/word/2010/wordml" w:rsidRPr="009C54AE" w:rsidR="0085747A" w:rsidTr="0071620A" w14:paraId="3C543CD6" wp14:textId="77777777">
        <w:trPr>
          <w:trHeight w:val="397"/>
        </w:trPr>
        <w:tc>
          <w:tcPr>
            <w:tcW w:w="7513" w:type="dxa"/>
          </w:tcPr>
          <w:p w:rsidRPr="00121428" w:rsidR="0085747A" w:rsidP="009C54AE" w:rsidRDefault="0085747A" w14:paraId="729C9695" wp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2142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Pr="00D24C5E" w:rsidR="00D24C5E" w:rsidP="00736C3F" w:rsidRDefault="00F03701" w14:paraId="3257B472" wp14:textId="77777777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Gruca-Miąsik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 (2011).</w:t>
            </w:r>
            <w:r w:rsidRPr="00D24C5E" w:rsid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85EBF" w:rsidR="00D24C5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w kręgu pomocy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Rzeszów: Wydawnictwo UR.</w:t>
            </w:r>
          </w:p>
          <w:p w:rsidRPr="00D24C5E" w:rsidR="00D24C5E" w:rsidP="00736C3F" w:rsidRDefault="00F03701" w14:paraId="6644681A" wp14:textId="77777777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Górska A.,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Huryn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 (2007).</w:t>
            </w:r>
            <w:r w:rsidRPr="00D24C5E" w:rsid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85EBF" w:rsidR="00D24C5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w rozwiązywaniu konfliktów rodzinnych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C.H. Beck.</w:t>
            </w:r>
          </w:p>
          <w:p w:rsidR="00F03701" w:rsidP="00736C3F" w:rsidRDefault="00F03701" w14:paraId="15AF8A11" wp14:textId="77777777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Kalisz A., Zienkiewicz A. (2009).</w:t>
            </w:r>
            <w:r w:rsidRPr="00D24C5E" w:rsid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85EBF" w:rsidR="00D24C5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sądowa i pozasądowa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24C5E" w:rsid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Kluwer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D24C5E" w:rsidR="00D24C5E" w:rsidP="00736C3F" w:rsidRDefault="00D24C5E" w14:paraId="1C22C555" wp14:textId="77777777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Kodeks Etyki Mediator</w:t>
            </w:r>
            <w:r w:rsidR="00F037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</w:t>
            </w:r>
            <w:r w:rsidR="00F037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(2003). Warszawa: Polskie Centrum Mediacji.</w:t>
            </w:r>
          </w:p>
          <w:p w:rsidRPr="00736C3F" w:rsidR="00D24C5E" w:rsidP="00736C3F" w:rsidRDefault="00185EBF" w14:paraId="7FB410B8" wp14:textId="77777777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Czakon</w:t>
            </w:r>
            <w:proofErr w:type="spellEnd"/>
            <w:r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Margasiński A. (red.)</w:t>
            </w:r>
            <w:r w:rsidRPr="00736C3F" w:rsidR="00F037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736C3F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  <w:r w:rsidRPr="00736C3F" w:rsidR="00D24C5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Konflikty i mediacje we współczesnej rzeczywistości społeczne</w:t>
            </w:r>
            <w:r w:rsidRPr="00736C3F" w:rsid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Częstochowa: </w:t>
            </w:r>
            <w:r w:rsidRPr="00736C3F" w:rsidR="00736C3F">
              <w:rPr>
                <w:rFonts w:ascii="Corbel" w:hAnsi="Corbel" w:cs="Lato"/>
                <w:b w:val="0"/>
                <w:smallCaps w:val="0"/>
                <w:color w:val="212121"/>
                <w:szCs w:val="24"/>
                <w:shd w:val="clear" w:color="auto" w:fill="FFFFFF"/>
              </w:rPr>
              <w:t>Wydaw</w:t>
            </w:r>
            <w:r w:rsidR="00736C3F">
              <w:rPr>
                <w:rFonts w:ascii="Corbel" w:hAnsi="Corbel" w:cs="Lato"/>
                <w:b w:val="0"/>
                <w:smallCaps w:val="0"/>
                <w:color w:val="212121"/>
                <w:szCs w:val="24"/>
                <w:shd w:val="clear" w:color="auto" w:fill="FFFFFF"/>
              </w:rPr>
              <w:t>nictwo</w:t>
            </w:r>
            <w:r w:rsidRPr="00736C3F" w:rsidR="00736C3F">
              <w:rPr>
                <w:rFonts w:ascii="Corbel" w:hAnsi="Corbel" w:cs="Lato"/>
                <w:b w:val="0"/>
                <w:smallCaps w:val="0"/>
                <w:color w:val="212121"/>
                <w:szCs w:val="24"/>
                <w:shd w:val="clear" w:color="auto" w:fill="FFFFFF"/>
              </w:rPr>
              <w:t xml:space="preserve"> im. Stanisława Podobińskiego Akademii im. Jana Długosza</w:t>
            </w:r>
            <w:r w:rsidR="00736C3F">
              <w:rPr>
                <w:rFonts w:ascii="Corbel" w:hAnsi="Corbel" w:cs="Lato"/>
                <w:b w:val="0"/>
                <w:smallCaps w:val="0"/>
                <w:color w:val="212121"/>
                <w:szCs w:val="24"/>
                <w:shd w:val="clear" w:color="auto" w:fill="FFFFFF"/>
              </w:rPr>
              <w:t>.</w:t>
            </w:r>
          </w:p>
          <w:p w:rsidRPr="00D24C5E" w:rsidR="00D24C5E" w:rsidP="00736C3F" w:rsidRDefault="00736C3F" w14:paraId="7DA8B2B0" wp14:textId="77777777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Morka R. (red.) (2009).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85EBF" w:rsidR="00D24C5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</w:t>
            </w:r>
            <w:r w:rsid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185EBF" w:rsidR="00D24C5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i praktyka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Kluwer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D24C5E" w:rsidR="00D24C5E" w:rsidP="00736C3F" w:rsidRDefault="00736C3F" w14:paraId="7F20912D" wp14:textId="77777777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Lewicka A. (red.) (2008).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85EBF" w:rsidR="00D24C5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Profesjonalny mediator</w:t>
            </w:r>
            <w:r w:rsidRPr="00185EBF" w:rsid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185EBF" w:rsidR="00D24C5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Zostań nim</w:t>
            </w:r>
            <w:r w:rsidRPr="00185EBF" w:rsid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185EBF" w:rsidR="00D24C5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Poradnik metodyczny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4C5E" w:rsid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UMCS.</w:t>
            </w:r>
          </w:p>
          <w:p w:rsidRPr="009C54AE" w:rsidR="00D24C5E" w:rsidP="00736C3F" w:rsidRDefault="00D24C5E" w14:paraId="66CA15CD" wp14:textId="77777777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</w:t>
            </w:r>
            <w:proofErr w:type="spellStart"/>
            <w:r w:rsid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Artymiak</w:t>
            </w:r>
            <w:proofErr w:type="spellEnd"/>
            <w:r w:rsid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(2014).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</w:t>
            </w:r>
            <w:r w:rsid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Rzeszów</w:t>
            </w:r>
            <w:r w:rsid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UR.</w:t>
            </w:r>
          </w:p>
        </w:tc>
      </w:tr>
      <w:tr xmlns:wp14="http://schemas.microsoft.com/office/word/2010/wordml" w:rsidRPr="009C54AE" w:rsidR="0085747A" w:rsidTr="0071620A" w14:paraId="4A6FD39E" wp14:textId="77777777">
        <w:trPr>
          <w:trHeight w:val="397"/>
        </w:trPr>
        <w:tc>
          <w:tcPr>
            <w:tcW w:w="7513" w:type="dxa"/>
          </w:tcPr>
          <w:p w:rsidRPr="00121428" w:rsidR="0085747A" w:rsidP="009C54AE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21428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:rsidRPr="00121428" w:rsidR="00121428" w:rsidP="00736C3F" w:rsidRDefault="00121428" w14:paraId="392E9883" wp14:textId="77777777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Banasik T. (red.)</w:t>
            </w:r>
            <w:r w:rsid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(2000). 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Negocjacje: fazy, strategie, taktyki</w:t>
            </w:r>
            <w:r w:rsid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Kielce: Wydawnictwo Politechniki Świętokrzyskiej w Kielcach.</w:t>
            </w:r>
          </w:p>
          <w:p w:rsidRPr="00736C3F" w:rsidR="00121428" w:rsidP="00736C3F" w:rsidRDefault="00121428" w14:paraId="448D6E8F" wp14:textId="77777777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Howkins</w:t>
            </w:r>
            <w:proofErr w:type="spellEnd"/>
            <w:r w:rsidRP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L., Hudson M., </w:t>
            </w:r>
            <w:proofErr w:type="spellStart"/>
            <w:r w:rsidRP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Cornall</w:t>
            </w:r>
            <w:proofErr w:type="spellEnd"/>
            <w:r w:rsidRP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R.</w:t>
            </w:r>
            <w:r w:rsidRPr="00736C3F" w:rsid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(1994).</w:t>
            </w:r>
            <w:r w:rsidRPr="00736C3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Prawnik jako negocjator, </w:t>
            </w:r>
            <w:r w:rsidR="00736C3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czyli jak efektywnie negocjować. </w:t>
            </w:r>
            <w:r w:rsidRPr="00736C3F" w:rsid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ABC.</w:t>
            </w:r>
          </w:p>
          <w:p w:rsidRPr="00121428" w:rsidR="00121428" w:rsidP="00736C3F" w:rsidRDefault="00121428" w14:paraId="2D6067C8" wp14:textId="77777777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Nęcki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Z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736C3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736C3F" w:rsid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(2000).</w:t>
            </w:r>
            <w:r w:rsidR="00736C3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Negocjacje w biznesie</w:t>
            </w:r>
            <w:r w:rsid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</w:t>
            </w:r>
            <w:r w:rsid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Kluczbork: Antykwa.</w:t>
            </w:r>
          </w:p>
          <w:p w:rsidRPr="00121428" w:rsidR="00121428" w:rsidP="00736C3F" w:rsidRDefault="00121428" w14:paraId="5830702B" wp14:textId="77777777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Nierenberg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G.I.</w:t>
            </w:r>
            <w:r w:rsid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(2004).</w:t>
            </w:r>
            <w:r w:rsidR="00C576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Sztuka negocjacji.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 w:rsidR="00C576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Studio „</w:t>
            </w:r>
            <w:proofErr w:type="spellStart"/>
            <w:r w:rsidR="00C576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Emka</w:t>
            </w:r>
            <w:proofErr w:type="spellEnd"/>
            <w:r w:rsidR="00C576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”.</w:t>
            </w:r>
          </w:p>
          <w:p w:rsidRPr="00121428" w:rsidR="00121428" w:rsidP="00736C3F" w:rsidRDefault="00121428" w14:paraId="316E9C3C" wp14:textId="77777777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Mediator’’, Kwarta</w:t>
            </w:r>
            <w:r w:rsidR="00C576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lnik, Polskie Centrum Mediacji</w:t>
            </w:r>
          </w:p>
          <w:p w:rsidRPr="009C54AE" w:rsidR="00121428" w:rsidP="00C576F0" w:rsidRDefault="00121428" w14:paraId="6F76FEE3" wp14:textId="77777777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Ch.W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C576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(2016).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Mediacje. Praktyczne strategie rozwiązywania konfliktów</w:t>
            </w:r>
            <w:r w:rsidR="00C576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 w:rsidR="00C576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 w:rsidR="00C576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Wolters</w:t>
            </w:r>
            <w:proofErr w:type="spellEnd"/>
            <w:r w:rsidR="00C576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Kluwer.</w:t>
            </w:r>
          </w:p>
        </w:tc>
      </w:tr>
    </w:tbl>
    <w:p xmlns:wp14="http://schemas.microsoft.com/office/word/2010/wordml" w:rsidRPr="009C54AE" w:rsidR="0085747A" w:rsidP="009C54AE" w:rsidRDefault="0085747A" w14:paraId="1F72F64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08CE6F9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E2218B" w:rsidP="00C16ABF" w:rsidRDefault="00E2218B" w14:paraId="61CDCEA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E2218B" w:rsidP="00C16ABF" w:rsidRDefault="00E2218B" w14:paraId="6BB9E253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panose1 w:val="020F0502020204030203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E2218B" w:rsidP="00C16ABF" w:rsidRDefault="00E2218B" w14:paraId="23DE523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E2218B" w:rsidP="00C16ABF" w:rsidRDefault="00E2218B" w14:paraId="52E56223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4D4EC6"/>
    <w:multiLevelType w:val="hybridMultilevel"/>
    <w:tmpl w:val="961AEADC"/>
    <w:lvl w:ilvl="0" w:tplc="AB1CC56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E37FA1"/>
    <w:multiLevelType w:val="hybridMultilevel"/>
    <w:tmpl w:val="783639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4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7MwNbE0NzI0NDUysDBX0lEKTi0uzszPAykwrAUAgVhj+ywAAAA="/>
  </w:docVars>
  <w:rsids>
    <w:rsidRoot w:val="00BD66E9"/>
    <w:rsid w:val="000048FD"/>
    <w:rsid w:val="000077B4"/>
    <w:rsid w:val="00015B8F"/>
    <w:rsid w:val="00022ECE"/>
    <w:rsid w:val="00026F18"/>
    <w:rsid w:val="00042A51"/>
    <w:rsid w:val="00042D2E"/>
    <w:rsid w:val="00044C82"/>
    <w:rsid w:val="00062F0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142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EBF"/>
    <w:rsid w:val="00192F37"/>
    <w:rsid w:val="001A70D2"/>
    <w:rsid w:val="001D657B"/>
    <w:rsid w:val="001D7B54"/>
    <w:rsid w:val="001E0209"/>
    <w:rsid w:val="001F2CA2"/>
    <w:rsid w:val="001F3154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03C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3E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BF1"/>
    <w:rsid w:val="003C0BAE"/>
    <w:rsid w:val="003D18A9"/>
    <w:rsid w:val="003D6CE2"/>
    <w:rsid w:val="003E1941"/>
    <w:rsid w:val="003E2FE6"/>
    <w:rsid w:val="003E376B"/>
    <w:rsid w:val="003E49D5"/>
    <w:rsid w:val="003F205D"/>
    <w:rsid w:val="003F38C0"/>
    <w:rsid w:val="0041389C"/>
    <w:rsid w:val="00414E3C"/>
    <w:rsid w:val="0042244A"/>
    <w:rsid w:val="0042745A"/>
    <w:rsid w:val="00431D5C"/>
    <w:rsid w:val="004362C6"/>
    <w:rsid w:val="00437FA2"/>
    <w:rsid w:val="00445970"/>
    <w:rsid w:val="004578D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A4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3D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1BD"/>
    <w:rsid w:val="007327BD"/>
    <w:rsid w:val="00734608"/>
    <w:rsid w:val="00736C3F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79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6190"/>
    <w:rsid w:val="00997F14"/>
    <w:rsid w:val="009A78D9"/>
    <w:rsid w:val="009C3E31"/>
    <w:rsid w:val="009C54AE"/>
    <w:rsid w:val="009C788E"/>
    <w:rsid w:val="009D3F3B"/>
    <w:rsid w:val="009D627C"/>
    <w:rsid w:val="009E0543"/>
    <w:rsid w:val="009E3B41"/>
    <w:rsid w:val="009F3C5C"/>
    <w:rsid w:val="009F4610"/>
    <w:rsid w:val="00A00ECC"/>
    <w:rsid w:val="00A0171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E19"/>
    <w:rsid w:val="00B06142"/>
    <w:rsid w:val="00B0709A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D6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6F0"/>
    <w:rsid w:val="00C61DC5"/>
    <w:rsid w:val="00C6600E"/>
    <w:rsid w:val="00C67E92"/>
    <w:rsid w:val="00C70A26"/>
    <w:rsid w:val="00C7431F"/>
    <w:rsid w:val="00C766DF"/>
    <w:rsid w:val="00C86516"/>
    <w:rsid w:val="00C94B98"/>
    <w:rsid w:val="00CA2B96"/>
    <w:rsid w:val="00CA5089"/>
    <w:rsid w:val="00CA56E5"/>
    <w:rsid w:val="00CD6897"/>
    <w:rsid w:val="00CE188A"/>
    <w:rsid w:val="00CE5BAC"/>
    <w:rsid w:val="00CF25BE"/>
    <w:rsid w:val="00CF78ED"/>
    <w:rsid w:val="00D02B25"/>
    <w:rsid w:val="00D02EBA"/>
    <w:rsid w:val="00D17C3C"/>
    <w:rsid w:val="00D24C5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DB2"/>
    <w:rsid w:val="00DE09C0"/>
    <w:rsid w:val="00DE4A14"/>
    <w:rsid w:val="00DF320D"/>
    <w:rsid w:val="00DF5D51"/>
    <w:rsid w:val="00DF71C8"/>
    <w:rsid w:val="00E129B8"/>
    <w:rsid w:val="00E21E7D"/>
    <w:rsid w:val="00E2218B"/>
    <w:rsid w:val="00E2224C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17F"/>
    <w:rsid w:val="00F03701"/>
    <w:rsid w:val="00F070AB"/>
    <w:rsid w:val="00F17567"/>
    <w:rsid w:val="00F231AD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28C7E1"/>
    <w:rsid w:val="154B0E6A"/>
    <w:rsid w:val="234CE68A"/>
    <w:rsid w:val="25A039C3"/>
    <w:rsid w:val="681CE951"/>
    <w:rsid w:val="7316E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A424CBF"/>
  <w15:docId w15:val="{210802E6-4345-4E67-BC74-58A3D149C981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C3D475-74B1-4B81-BCBD-4A4A3F2C95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3B6AAE-D504-47E8-9293-0DD04774E255}"/>
</file>

<file path=customXml/itemProps3.xml><?xml version="1.0" encoding="utf-8"?>
<ds:datastoreItem xmlns:ds="http://schemas.openxmlformats.org/officeDocument/2006/customXml" ds:itemID="{6D5A61BB-FD68-4772-8D15-076B189CBC67}"/>
</file>

<file path=customXml/itemProps4.xml><?xml version="1.0" encoding="utf-8"?>
<ds:datastoreItem xmlns:ds="http://schemas.openxmlformats.org/officeDocument/2006/customXml" ds:itemID="{1251E14B-7440-4666-892B-45E94E86447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7</revision>
  <lastPrinted>2019-02-06T12:12:00.0000000Z</lastPrinted>
  <dcterms:created xsi:type="dcterms:W3CDTF">2020-11-03T08:24:00.0000000Z</dcterms:created>
  <dcterms:modified xsi:type="dcterms:W3CDTF">2021-10-05T20:38:49.6993116Z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